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692581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553E0E" w:rsidTr="000A6887">
        <w:tc>
          <w:tcPr>
            <w:tcW w:w="10326" w:type="dxa"/>
          </w:tcPr>
          <w:p w:rsidR="00190FF9" w:rsidRPr="00553E0E" w:rsidRDefault="00190FF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553E0E" w:rsidRPr="00553E0E" w:rsidRDefault="00B01A53" w:rsidP="00553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5471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75A1A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53E0E" w:rsidRPr="00553E0E" w:rsidRDefault="00553E0E" w:rsidP="00553E0E">
            <w:pPr>
              <w:rPr>
                <w:rFonts w:ascii="Times New Roman" w:hAnsi="Times New Roman"/>
                <w:sz w:val="28"/>
                <w:szCs w:val="28"/>
              </w:rPr>
            </w:pPr>
            <w:r w:rsidRPr="00553E0E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</w:p>
          <w:p w:rsidR="00553E0E" w:rsidRPr="00BB25D9" w:rsidRDefault="00553E0E" w:rsidP="00A417E9">
            <w:pPr>
              <w:rPr>
                <w:rFonts w:ascii="Times New Roman" w:hAnsi="Times New Roman"/>
                <w:sz w:val="28"/>
                <w:szCs w:val="28"/>
              </w:rPr>
            </w:pPr>
            <w:r w:rsidRPr="00553E0E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A417E9" w:rsidRPr="00553E0E" w:rsidTr="000A6887">
        <w:tc>
          <w:tcPr>
            <w:tcW w:w="10326" w:type="dxa"/>
          </w:tcPr>
          <w:p w:rsidR="00A417E9" w:rsidRPr="00553E0E" w:rsidRDefault="00A417E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A417E9" w:rsidRDefault="00692581" w:rsidP="00553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29.10.2019 № 332</w:t>
            </w:r>
            <w:bookmarkStart w:id="0" w:name="_GoBack"/>
            <w:bookmarkEnd w:id="0"/>
          </w:p>
        </w:tc>
      </w:tr>
    </w:tbl>
    <w:p w:rsidR="003C6B3D" w:rsidRDefault="003C6B3D" w:rsidP="003C6B3D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A723B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 Система программных мероприятий</w:t>
      </w:r>
    </w:p>
    <w:p w:rsidR="006A723B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</w:rPr>
      </w:pPr>
    </w:p>
    <w:tbl>
      <w:tblPr>
        <w:tblW w:w="1474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325"/>
        <w:gridCol w:w="1985"/>
        <w:gridCol w:w="2048"/>
        <w:gridCol w:w="1214"/>
        <w:gridCol w:w="707"/>
        <w:gridCol w:w="708"/>
        <w:gridCol w:w="709"/>
        <w:gridCol w:w="709"/>
        <w:gridCol w:w="709"/>
        <w:gridCol w:w="708"/>
        <w:gridCol w:w="709"/>
        <w:gridCol w:w="709"/>
        <w:gridCol w:w="992"/>
      </w:tblGrid>
      <w:tr w:rsidR="00875A1A" w:rsidRPr="00A417E9" w:rsidTr="00BE7637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Исполнители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Источник финанси-рования</w:t>
            </w:r>
          </w:p>
        </w:tc>
        <w:tc>
          <w:tcPr>
            <w:tcW w:w="5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Ожи</w:t>
            </w:r>
            <w:r w:rsidR="00E75039" w:rsidRPr="00A417E9">
              <w:rPr>
                <w:rFonts w:ascii="Times New Roman" w:hAnsi="Times New Roman"/>
                <w:sz w:val="22"/>
                <w:szCs w:val="22"/>
              </w:rPr>
              <w:t>-</w:t>
            </w:r>
            <w:r w:rsidRPr="00A417E9">
              <w:rPr>
                <w:rFonts w:ascii="Times New Roman" w:hAnsi="Times New Roman"/>
                <w:sz w:val="22"/>
                <w:szCs w:val="22"/>
              </w:rPr>
              <w:t>даемый резуль</w:t>
            </w:r>
            <w:r w:rsidR="00E75039" w:rsidRPr="00A417E9">
              <w:rPr>
                <w:rFonts w:ascii="Times New Roman" w:hAnsi="Times New Roman"/>
                <w:sz w:val="22"/>
                <w:szCs w:val="22"/>
              </w:rPr>
              <w:t>-</w:t>
            </w:r>
            <w:r w:rsidRPr="00A417E9">
              <w:rPr>
                <w:rFonts w:ascii="Times New Roman" w:hAnsi="Times New Roman"/>
                <w:sz w:val="22"/>
                <w:szCs w:val="22"/>
              </w:rPr>
              <w:t>тат</w:t>
            </w:r>
          </w:p>
        </w:tc>
      </w:tr>
      <w:tr w:rsidR="00875A1A" w:rsidRPr="00A417E9" w:rsidTr="00171310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A1A" w:rsidRPr="00A417E9" w:rsidRDefault="00875A1A" w:rsidP="00875A1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5A1A" w:rsidRPr="00A417E9" w:rsidTr="00DD4B89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 w:rsidP="00875A1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A723B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"/>
          <w:szCs w:val="2"/>
        </w:rPr>
      </w:pPr>
    </w:p>
    <w:tbl>
      <w:tblPr>
        <w:tblW w:w="1474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325"/>
        <w:gridCol w:w="1985"/>
        <w:gridCol w:w="2048"/>
        <w:gridCol w:w="1214"/>
        <w:gridCol w:w="707"/>
        <w:gridCol w:w="708"/>
        <w:gridCol w:w="709"/>
        <w:gridCol w:w="709"/>
        <w:gridCol w:w="709"/>
        <w:gridCol w:w="708"/>
        <w:gridCol w:w="709"/>
        <w:gridCol w:w="709"/>
        <w:gridCol w:w="992"/>
      </w:tblGrid>
      <w:tr w:rsidR="00875A1A" w:rsidRPr="00A417E9" w:rsidTr="00A417E9">
        <w:trPr>
          <w:trHeight w:val="28"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</w:tr>
      <w:tr w:rsidR="00875A1A" w:rsidRPr="00A417E9" w:rsidTr="00A417E9">
        <w:trPr>
          <w:cantSplit/>
          <w:trHeight w:val="216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Задача. Обеспечение эффективного исполнения государственных функций в сфере реализации Программы,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342214,4509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26707,07715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30044,39678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51114,66639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56822,59938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57825,32488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E75039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59850,19316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E75039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59850,19316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1471DA" w:rsidRDefault="00157F42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д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ости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жение ежегод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но не менее 90% запла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ниро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-ван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ных значе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ний целевых индика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торов Прог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раммы; издание ежегод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но не 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 xml:space="preserve">менее 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 тома книги Рязанс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кой области «Солда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ты Победы. 1941- 1945 гг.»</w:t>
            </w: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1.1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деятельности министерства по делам территориальных образований и общественных объединений Рязанской области*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по делам территориальных образований и общественных объединений Рязанской области*, министерство по делам 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территорий 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по делам территориальных образований и общественных объединений Рязанской области*, министерство по делам 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территорий 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E75039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310160,11336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24097,87715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25544,17879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46150,71229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E75039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51446,19296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E75039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53025,03859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E75039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54948,05679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E75039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54948,05679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A417E9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информацион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информационной политике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875A1A" w:rsidP="00A417E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Организационное, материально-техническое обеспечение деятельности Общественной палаты Рязанской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1289,08364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289,08364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E75039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1.3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Дополнительное профессиональное образование государственных гражданских служащих Рязанской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</w:t>
            </w:r>
            <w:r w:rsidR="00A417E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делам территорий и информацион</w:t>
            </w: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</w:t>
            </w:r>
            <w:r w:rsidR="00A417E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делам территорий и информацион</w:t>
            </w: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ной политике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143,68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11,88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23,56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23,76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E75039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23,76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1.4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Издание многотомной книги Рязанской области «Солдаты Победы. 1941-1945 гг.»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 делам территорий и информационной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 делам территорий и информационной политике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8513,2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1242,0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1117,8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1117,8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1117,8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E75039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1117,8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1.5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Подготовка и проведение комплекса мероприятий по оформлению Доски Почета Рязанской области и вручение свидетельства о занесении на Доску Почета Рязанской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 делам территорий и информационной политике Рязанской области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 делам территорий и информационной политике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2104,575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289,575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297,0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E75039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297,0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1.6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Социальная поддержка обучающихся на условиях договора о целевом обучении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 делам территорий и информационной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72,0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E75039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1.7.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Организационное, правовое, аналитическое, информационное, документационное, финансовое и материально-техническое обеспечение деятельности Общественной палаты Рязанской области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ind w:left="91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 делам территорий и информационной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75A1A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19561,7989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2767,87935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3219,3941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3285,64642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75A1A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3361,72629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75A1A" w:rsidRPr="00A417E9" w:rsidRDefault="00E75039" w:rsidP="00A417E9">
            <w:pPr>
              <w:ind w:left="113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3463,57637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75A1A" w:rsidRPr="00A417E9" w:rsidRDefault="00E75039" w:rsidP="00A417E9">
            <w:pPr>
              <w:ind w:left="113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3463,57637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75039" w:rsidRPr="00A417E9" w:rsidTr="00A417E9">
        <w:trPr>
          <w:cantSplit/>
          <w:trHeight w:val="186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1.8.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A417E9" w:rsidRDefault="0006377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A417E9" w:rsidRDefault="00063771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0,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A417E9" w:rsidRDefault="002859B8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86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И</w:t>
            </w:r>
            <w:r w:rsidR="00A417E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того</w:t>
            </w: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по подпрограмме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342214,4509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26707,07715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30044,39678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51114,66639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56822,59938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2859B8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57825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,32488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A417E9" w:rsidRDefault="002859B8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59850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,19316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A417E9" w:rsidRDefault="002859B8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59850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,19316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0B784E" w:rsidRPr="00BB25D9" w:rsidRDefault="000B784E" w:rsidP="006A723B">
      <w:pPr>
        <w:ind w:firstLine="284"/>
        <w:jc w:val="both"/>
        <w:rPr>
          <w:rFonts w:ascii="Times New Roman" w:hAnsi="Times New Roman"/>
          <w:sz w:val="16"/>
          <w:szCs w:val="16"/>
        </w:rPr>
      </w:pPr>
      <w:r w:rsidRPr="00BB25D9">
        <w:rPr>
          <w:rFonts w:ascii="Times New Roman" w:hAnsi="Times New Roman"/>
          <w:sz w:val="16"/>
          <w:szCs w:val="16"/>
        </w:rPr>
        <w:t xml:space="preserve"> </w:t>
      </w:r>
    </w:p>
    <w:p w:rsidR="006A723B" w:rsidRDefault="006A723B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* До реорганизации в министерство </w:t>
      </w:r>
      <w:r>
        <w:rPr>
          <w:rFonts w:ascii="Times New Roman" w:hAnsi="Times New Roman"/>
          <w:bCs/>
          <w:sz w:val="22"/>
          <w:szCs w:val="22"/>
        </w:rPr>
        <w:t>по делам территорий и информационной политике Рязанской области.».</w:t>
      </w:r>
    </w:p>
    <w:p w:rsidR="006A723B" w:rsidRDefault="006A723B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</w:p>
    <w:sectPr w:rsidR="006A723B" w:rsidSect="00692581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ED5" w:rsidRDefault="00661ED5">
      <w:r>
        <w:separator/>
      </w:r>
    </w:p>
  </w:endnote>
  <w:endnote w:type="continuationSeparator" w:id="0">
    <w:p w:rsidR="00661ED5" w:rsidRDefault="0066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01317">
          <w:pPr>
            <w:pStyle w:val="a6"/>
          </w:pPr>
          <w:r>
            <w:rPr>
              <w:noProof/>
            </w:rPr>
            <w:drawing>
              <wp:inline distT="0" distB="0" distL="0" distR="0" wp14:anchorId="78454FEE" wp14:editId="1618611D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F01317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0524E8E" wp14:editId="309C8031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652E11" w:rsidRDefault="00692581" w:rsidP="00652E11">
          <w:pPr>
            <w:pStyle w:val="a6"/>
            <w:ind w:right="-113"/>
            <w:rPr>
              <w:rFonts w:ascii="Times New Roman" w:hAnsi="Times New Roman"/>
              <w:position w:val="-14"/>
            </w:rPr>
          </w:pPr>
          <w:r>
            <w:rPr>
              <w:rFonts w:ascii="Times New Roman" w:hAnsi="Times New Roman"/>
              <w:position w:val="-14"/>
            </w:rPr>
            <w:t>4335  29.10.2019 16:33:21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ED5" w:rsidRDefault="00661ED5">
      <w:r>
        <w:separator/>
      </w:r>
    </w:p>
  </w:footnote>
  <w:footnote w:type="continuationSeparator" w:id="0">
    <w:p w:rsidR="00661ED5" w:rsidRDefault="00661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0FC7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0FC7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692581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85pt;height:11.8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F44d71dO4ao9chAVxlyNifb8j/Y=" w:salt="YtlLqsQIKW73E2BWpx9NX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01D15"/>
    <w:rsid w:val="0001360F"/>
    <w:rsid w:val="00017AC7"/>
    <w:rsid w:val="00020E0B"/>
    <w:rsid w:val="000331B3"/>
    <w:rsid w:val="00033413"/>
    <w:rsid w:val="00037C0C"/>
    <w:rsid w:val="000502A3"/>
    <w:rsid w:val="00053BDC"/>
    <w:rsid w:val="0005408B"/>
    <w:rsid w:val="00056DEB"/>
    <w:rsid w:val="00063771"/>
    <w:rsid w:val="00065EE9"/>
    <w:rsid w:val="00073A7A"/>
    <w:rsid w:val="00076D5E"/>
    <w:rsid w:val="00084DD3"/>
    <w:rsid w:val="000917C0"/>
    <w:rsid w:val="000A6887"/>
    <w:rsid w:val="000B0736"/>
    <w:rsid w:val="000B2CE2"/>
    <w:rsid w:val="000B784E"/>
    <w:rsid w:val="000D6582"/>
    <w:rsid w:val="000F4C9E"/>
    <w:rsid w:val="00103516"/>
    <w:rsid w:val="00114B94"/>
    <w:rsid w:val="00122122"/>
    <w:rsid w:val="00122CFD"/>
    <w:rsid w:val="001471DA"/>
    <w:rsid w:val="00150523"/>
    <w:rsid w:val="00151370"/>
    <w:rsid w:val="001521AE"/>
    <w:rsid w:val="001538C2"/>
    <w:rsid w:val="00157F42"/>
    <w:rsid w:val="00162E72"/>
    <w:rsid w:val="00172BB2"/>
    <w:rsid w:val="00175BE5"/>
    <w:rsid w:val="001850F4"/>
    <w:rsid w:val="00190FF9"/>
    <w:rsid w:val="001947BE"/>
    <w:rsid w:val="001978C8"/>
    <w:rsid w:val="001A1CA4"/>
    <w:rsid w:val="001A560F"/>
    <w:rsid w:val="001B0982"/>
    <w:rsid w:val="001B32BA"/>
    <w:rsid w:val="001E0317"/>
    <w:rsid w:val="001E20F1"/>
    <w:rsid w:val="001E2EE7"/>
    <w:rsid w:val="001F12E8"/>
    <w:rsid w:val="001F228C"/>
    <w:rsid w:val="001F64B8"/>
    <w:rsid w:val="001F7C83"/>
    <w:rsid w:val="00203046"/>
    <w:rsid w:val="00205AB5"/>
    <w:rsid w:val="00224DBA"/>
    <w:rsid w:val="00231F1C"/>
    <w:rsid w:val="0023761A"/>
    <w:rsid w:val="00242DDB"/>
    <w:rsid w:val="002479A2"/>
    <w:rsid w:val="0026087E"/>
    <w:rsid w:val="002615BA"/>
    <w:rsid w:val="00261DE0"/>
    <w:rsid w:val="00265420"/>
    <w:rsid w:val="00274E14"/>
    <w:rsid w:val="00280A6D"/>
    <w:rsid w:val="002859B8"/>
    <w:rsid w:val="00286ECA"/>
    <w:rsid w:val="00292827"/>
    <w:rsid w:val="002953B6"/>
    <w:rsid w:val="002B7A59"/>
    <w:rsid w:val="002C6B4B"/>
    <w:rsid w:val="002E51A7"/>
    <w:rsid w:val="002E5A5F"/>
    <w:rsid w:val="002F1E81"/>
    <w:rsid w:val="002F5553"/>
    <w:rsid w:val="002F584F"/>
    <w:rsid w:val="00310D92"/>
    <w:rsid w:val="003144AB"/>
    <w:rsid w:val="003160CB"/>
    <w:rsid w:val="003222A3"/>
    <w:rsid w:val="00360A40"/>
    <w:rsid w:val="003870C2"/>
    <w:rsid w:val="003C029C"/>
    <w:rsid w:val="003C218D"/>
    <w:rsid w:val="003C6B3D"/>
    <w:rsid w:val="003C7D0C"/>
    <w:rsid w:val="003D3B8A"/>
    <w:rsid w:val="003D3E42"/>
    <w:rsid w:val="003D54F8"/>
    <w:rsid w:val="003F4F5E"/>
    <w:rsid w:val="003F6670"/>
    <w:rsid w:val="003F6947"/>
    <w:rsid w:val="00400906"/>
    <w:rsid w:val="00411AC4"/>
    <w:rsid w:val="00417320"/>
    <w:rsid w:val="004252BC"/>
    <w:rsid w:val="0042590E"/>
    <w:rsid w:val="00433A17"/>
    <w:rsid w:val="00437F65"/>
    <w:rsid w:val="00460FEA"/>
    <w:rsid w:val="00463DDF"/>
    <w:rsid w:val="004734B7"/>
    <w:rsid w:val="00480344"/>
    <w:rsid w:val="00481B88"/>
    <w:rsid w:val="00485B4F"/>
    <w:rsid w:val="004862D1"/>
    <w:rsid w:val="004A0D3A"/>
    <w:rsid w:val="004B2D5A"/>
    <w:rsid w:val="004C5915"/>
    <w:rsid w:val="004D293D"/>
    <w:rsid w:val="004F44FE"/>
    <w:rsid w:val="005061CE"/>
    <w:rsid w:val="00512A47"/>
    <w:rsid w:val="0051781F"/>
    <w:rsid w:val="0052046E"/>
    <w:rsid w:val="00531C68"/>
    <w:rsid w:val="00532119"/>
    <w:rsid w:val="005335F3"/>
    <w:rsid w:val="00543C38"/>
    <w:rsid w:val="00543D2D"/>
    <w:rsid w:val="00545A3D"/>
    <w:rsid w:val="00546DBB"/>
    <w:rsid w:val="00553E0E"/>
    <w:rsid w:val="00555710"/>
    <w:rsid w:val="00561A5B"/>
    <w:rsid w:val="0057074C"/>
    <w:rsid w:val="005733FB"/>
    <w:rsid w:val="00573FBF"/>
    <w:rsid w:val="00574FF3"/>
    <w:rsid w:val="00582538"/>
    <w:rsid w:val="005838EA"/>
    <w:rsid w:val="00585EE1"/>
    <w:rsid w:val="00590C0E"/>
    <w:rsid w:val="005939E6"/>
    <w:rsid w:val="005A1FA3"/>
    <w:rsid w:val="005A4227"/>
    <w:rsid w:val="005B229B"/>
    <w:rsid w:val="005B3518"/>
    <w:rsid w:val="005B510E"/>
    <w:rsid w:val="005C3731"/>
    <w:rsid w:val="005C56AE"/>
    <w:rsid w:val="005C7449"/>
    <w:rsid w:val="005D2551"/>
    <w:rsid w:val="005D469F"/>
    <w:rsid w:val="005E6D99"/>
    <w:rsid w:val="005F2ADD"/>
    <w:rsid w:val="005F2C49"/>
    <w:rsid w:val="006013EB"/>
    <w:rsid w:val="0060479E"/>
    <w:rsid w:val="00604BE7"/>
    <w:rsid w:val="00611312"/>
    <w:rsid w:val="00616AED"/>
    <w:rsid w:val="00631BF1"/>
    <w:rsid w:val="00632A4F"/>
    <w:rsid w:val="00632B56"/>
    <w:rsid w:val="006351E3"/>
    <w:rsid w:val="00644236"/>
    <w:rsid w:val="006471E5"/>
    <w:rsid w:val="00652E11"/>
    <w:rsid w:val="00661C32"/>
    <w:rsid w:val="00661ED5"/>
    <w:rsid w:val="006656D2"/>
    <w:rsid w:val="00671D3B"/>
    <w:rsid w:val="00684A5B"/>
    <w:rsid w:val="00692581"/>
    <w:rsid w:val="006A1F71"/>
    <w:rsid w:val="006A723B"/>
    <w:rsid w:val="006F328B"/>
    <w:rsid w:val="006F5886"/>
    <w:rsid w:val="00707734"/>
    <w:rsid w:val="00707E19"/>
    <w:rsid w:val="00712F7C"/>
    <w:rsid w:val="00715546"/>
    <w:rsid w:val="0072328A"/>
    <w:rsid w:val="007377B5"/>
    <w:rsid w:val="00746CC2"/>
    <w:rsid w:val="00754711"/>
    <w:rsid w:val="00757843"/>
    <w:rsid w:val="00760323"/>
    <w:rsid w:val="00765600"/>
    <w:rsid w:val="007829B6"/>
    <w:rsid w:val="00791C9F"/>
    <w:rsid w:val="00792AAB"/>
    <w:rsid w:val="00793B47"/>
    <w:rsid w:val="007A1D0C"/>
    <w:rsid w:val="007A2A7B"/>
    <w:rsid w:val="007C0369"/>
    <w:rsid w:val="007D4925"/>
    <w:rsid w:val="007D5752"/>
    <w:rsid w:val="007D6286"/>
    <w:rsid w:val="007E3FF2"/>
    <w:rsid w:val="007F0C8A"/>
    <w:rsid w:val="007F11AB"/>
    <w:rsid w:val="007F3E3C"/>
    <w:rsid w:val="00806FFE"/>
    <w:rsid w:val="008143CB"/>
    <w:rsid w:val="00823CA1"/>
    <w:rsid w:val="008513B9"/>
    <w:rsid w:val="00851C6B"/>
    <w:rsid w:val="008702D3"/>
    <w:rsid w:val="00870FC7"/>
    <w:rsid w:val="00875A1A"/>
    <w:rsid w:val="00876034"/>
    <w:rsid w:val="008827E7"/>
    <w:rsid w:val="008927F6"/>
    <w:rsid w:val="00893C8D"/>
    <w:rsid w:val="008A1696"/>
    <w:rsid w:val="008B38F8"/>
    <w:rsid w:val="008B41EB"/>
    <w:rsid w:val="008C58FE"/>
    <w:rsid w:val="008D2595"/>
    <w:rsid w:val="008E47ED"/>
    <w:rsid w:val="008E6C41"/>
    <w:rsid w:val="008F0816"/>
    <w:rsid w:val="008F6BB7"/>
    <w:rsid w:val="00900F42"/>
    <w:rsid w:val="00922B2B"/>
    <w:rsid w:val="00932E3C"/>
    <w:rsid w:val="009461B3"/>
    <w:rsid w:val="009529CA"/>
    <w:rsid w:val="0095600E"/>
    <w:rsid w:val="009573D3"/>
    <w:rsid w:val="00972CF7"/>
    <w:rsid w:val="00974AF6"/>
    <w:rsid w:val="00981D5A"/>
    <w:rsid w:val="009977FF"/>
    <w:rsid w:val="009A085B"/>
    <w:rsid w:val="009C1DE6"/>
    <w:rsid w:val="009C1F0E"/>
    <w:rsid w:val="009D3E8C"/>
    <w:rsid w:val="009E3A0E"/>
    <w:rsid w:val="009F1F04"/>
    <w:rsid w:val="00A12CA3"/>
    <w:rsid w:val="00A1314B"/>
    <w:rsid w:val="00A13160"/>
    <w:rsid w:val="00A137D3"/>
    <w:rsid w:val="00A3659D"/>
    <w:rsid w:val="00A417E9"/>
    <w:rsid w:val="00A42E3A"/>
    <w:rsid w:val="00A44A8F"/>
    <w:rsid w:val="00A51D96"/>
    <w:rsid w:val="00A901F1"/>
    <w:rsid w:val="00A96F84"/>
    <w:rsid w:val="00AB0FE5"/>
    <w:rsid w:val="00AC13DF"/>
    <w:rsid w:val="00AC23B0"/>
    <w:rsid w:val="00AC3953"/>
    <w:rsid w:val="00AC7150"/>
    <w:rsid w:val="00AE1DCA"/>
    <w:rsid w:val="00AF5F7C"/>
    <w:rsid w:val="00B01A53"/>
    <w:rsid w:val="00B02207"/>
    <w:rsid w:val="00B03403"/>
    <w:rsid w:val="00B10324"/>
    <w:rsid w:val="00B33153"/>
    <w:rsid w:val="00B376B1"/>
    <w:rsid w:val="00B50AB3"/>
    <w:rsid w:val="00B60194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A3DA9"/>
    <w:rsid w:val="00BB25D9"/>
    <w:rsid w:val="00BB2C98"/>
    <w:rsid w:val="00BD0B82"/>
    <w:rsid w:val="00BE2320"/>
    <w:rsid w:val="00BF4F5F"/>
    <w:rsid w:val="00C04EEB"/>
    <w:rsid w:val="00C075A4"/>
    <w:rsid w:val="00C10F12"/>
    <w:rsid w:val="00C11826"/>
    <w:rsid w:val="00C46D42"/>
    <w:rsid w:val="00C47B89"/>
    <w:rsid w:val="00C50C32"/>
    <w:rsid w:val="00C60178"/>
    <w:rsid w:val="00C61760"/>
    <w:rsid w:val="00C63CD6"/>
    <w:rsid w:val="00C87D95"/>
    <w:rsid w:val="00C9077A"/>
    <w:rsid w:val="00C95CD2"/>
    <w:rsid w:val="00CA051B"/>
    <w:rsid w:val="00CA17A0"/>
    <w:rsid w:val="00CA5DCC"/>
    <w:rsid w:val="00CB3CBE"/>
    <w:rsid w:val="00CF03D8"/>
    <w:rsid w:val="00CF2284"/>
    <w:rsid w:val="00D015D5"/>
    <w:rsid w:val="00D03D68"/>
    <w:rsid w:val="00D13F47"/>
    <w:rsid w:val="00D266DD"/>
    <w:rsid w:val="00D30614"/>
    <w:rsid w:val="00D32B04"/>
    <w:rsid w:val="00D374E7"/>
    <w:rsid w:val="00D63949"/>
    <w:rsid w:val="00D652E7"/>
    <w:rsid w:val="00D76F74"/>
    <w:rsid w:val="00D77BCF"/>
    <w:rsid w:val="00D84394"/>
    <w:rsid w:val="00D95E55"/>
    <w:rsid w:val="00D977BF"/>
    <w:rsid w:val="00DB3664"/>
    <w:rsid w:val="00DC16FB"/>
    <w:rsid w:val="00DC4A65"/>
    <w:rsid w:val="00DC4F66"/>
    <w:rsid w:val="00E10B44"/>
    <w:rsid w:val="00E11F02"/>
    <w:rsid w:val="00E144DE"/>
    <w:rsid w:val="00E20036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75039"/>
    <w:rsid w:val="00E87E25"/>
    <w:rsid w:val="00EA04F1"/>
    <w:rsid w:val="00EA2FD3"/>
    <w:rsid w:val="00EB7CE9"/>
    <w:rsid w:val="00EC433F"/>
    <w:rsid w:val="00EC7250"/>
    <w:rsid w:val="00ED1FDE"/>
    <w:rsid w:val="00ED2887"/>
    <w:rsid w:val="00F01317"/>
    <w:rsid w:val="00F06EFB"/>
    <w:rsid w:val="00F1529E"/>
    <w:rsid w:val="00F16F07"/>
    <w:rsid w:val="00F45975"/>
    <w:rsid w:val="00F45B7C"/>
    <w:rsid w:val="00F45FCE"/>
    <w:rsid w:val="00F9334F"/>
    <w:rsid w:val="00F96A2E"/>
    <w:rsid w:val="00F97D7F"/>
    <w:rsid w:val="00FA122C"/>
    <w:rsid w:val="00FA3B95"/>
    <w:rsid w:val="00FC1278"/>
    <w:rsid w:val="00FC17F8"/>
    <w:rsid w:val="00FC6BEA"/>
    <w:rsid w:val="00FE370D"/>
    <w:rsid w:val="00FE7735"/>
    <w:rsid w:val="00FF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B5532-28D8-41CC-91AE-8C42364F5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12</TotalTime>
  <Pages>5</Pages>
  <Words>537</Words>
  <Characters>4037</Characters>
  <Application>Microsoft Office Word</Application>
  <DocSecurity>0</DocSecurity>
  <Lines>504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Дягилева М.А.</cp:lastModifiedBy>
  <cp:revision>8</cp:revision>
  <cp:lastPrinted>2018-10-18T14:20:00Z</cp:lastPrinted>
  <dcterms:created xsi:type="dcterms:W3CDTF">2019-10-04T09:03:00Z</dcterms:created>
  <dcterms:modified xsi:type="dcterms:W3CDTF">2019-10-29T13:33:00Z</dcterms:modified>
</cp:coreProperties>
</file>